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B7682B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441D0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РЕГИОНАЛНА  ГЕОГРАФИЈА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B208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0847" w:rsidRPr="00B2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  у  регионалну  географију—</w:t>
            </w:r>
            <w:r w:rsidR="00B20847" w:rsidRPr="00B2084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Свет  регија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1D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B20847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ученицима  наставни  програм   и  начин  рада 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као  и 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критеријуме  за  идвајање  географских  регија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</w:t>
            </w:r>
            <w:r w:rsidR="00B20847">
              <w:rPr>
                <w:rFonts w:ascii="Times New Roman" w:hAnsi="Times New Roman"/>
                <w:sz w:val="24"/>
                <w:szCs w:val="24"/>
                <w:lang w:val="sr-Cyrl-CS"/>
              </w:rPr>
              <w:t>подели  света  на    географске  регије.</w:t>
            </w:r>
          </w:p>
          <w:p w:rsidR="00530636" w:rsidRPr="00E520EE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коришћење  података  из  различитих  извора.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20847" w:rsidRPr="00B20847" w:rsidRDefault="00B20847" w:rsidP="00B208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 разуме  принципе  на  основу којих се  издвајају  географске  регије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-опише  различите  начине  издвајања  географских  регија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  схвати  да  се  регије  разликују  по  величини  и  хијерархији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-уочи  да  се  државе  разликују  по вредности  БДП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-издваја најсиромашније и најбогатије  државе  света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 правилно  користи  разноврсне изворе   географских  података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-међусобно упоређује географске  податке  за  различите  државе</w:t>
            </w:r>
          </w:p>
          <w:p w:rsidR="00D0461E" w:rsidRPr="0058052C" w:rsidRDefault="00B20847" w:rsidP="00215F21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-користи  интернет  као  извор  информација  и  података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</w:t>
            </w: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ниво</w:t>
            </w: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CE4017" w:rsidRPr="00CE4017" w:rsidRDefault="00CE4017" w:rsidP="00CE401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ГЕ1.1.2. Наводи и описује начине представљања Земљине површине (глобус и географска карта). </w:t>
            </w:r>
          </w:p>
          <w:p w:rsidR="00CE4017" w:rsidRPr="00CE4017" w:rsidRDefault="00CE4017" w:rsidP="00CE401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ГЕ1.1.3. Препознаје и чита географске и допунске елементе карте.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CE4017" w:rsidRPr="00CE4017" w:rsidRDefault="00CE4017" w:rsidP="00CE40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ГЕ2.1.2. Одређује положај континената на карти света.</w:t>
            </w:r>
          </w:p>
          <w:p w:rsidR="00CE4017" w:rsidRPr="00CE4017" w:rsidRDefault="00CE4017" w:rsidP="00CE40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ГЕ2.1.3. Препознаје и објашњава географске чињенице представљене моделом, сликом, графиком, табелом или схемом.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30636" w:rsidRPr="00CE4017" w:rsidRDefault="00CE4017" w:rsidP="00146CB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017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Објашњава географске везе (просторне и каузалне, директне и индиректне) и законитости (опште и посебне), на Земљиној површини и уме да издвоји географске регије – континенте.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441D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групни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CE4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CE4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глобус,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B073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441D0B" w:rsidP="00CE4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  упознајемо  са  садржајем  географског  атласа  за  основну  школу  и начином  његовог  коришћења.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530636" w:rsidRDefault="00441D0B" w:rsidP="00441D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Ученике  делимо  на  четири  групе и  тражимо да  анализирају    слику (карту)  бр. 1  на  8.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страни  уџбеника.Свака  група има  задатак да  на  картама  појединих  континената  у  атласу, након  анализе  слике, </w:t>
            </w:r>
            <w:r w:rsidR="005805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лоцира  издвојене  географске  регије: прва  група </w:t>
            </w:r>
            <w:r w:rsidR="00C904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Европи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 друга </w:t>
            </w:r>
            <w:r w:rsidR="00C904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Азији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трећа </w:t>
            </w:r>
            <w:r w:rsidR="00C904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Африц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и  четврта </w:t>
            </w:r>
            <w:r w:rsidR="00C904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С.Америци,  Ј.Америци, Аустралији  и  Океанији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.Тражимо  од  ученика  да   на  картама  континената  уоче  разлике  између  појединх  регија-у  географском положају, рељефу,  хидрографији  и  политичкој  подели.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150112" w:rsidRDefault="000A4F9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150112" w:rsidRPr="00150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Свака  група</w:t>
            </w:r>
            <w:r w:rsidR="001501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150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издваја  у  оквиру  «свог»  континента,  регију  која им је  привукла  највећу  пажњу  и  образлажу  избор.</w:t>
            </w:r>
          </w:p>
          <w:p w:rsidR="00545C96" w:rsidRP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 домаћи:  у  Вежбанци,  на немој  карти света,   различтим  бојама представити  географске  регије  континената.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="001501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  <w:p w:rsidR="00D6605E" w:rsidRDefault="00150112" w:rsidP="0015011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</w:t>
            </w:r>
            <w:r w:rsidRPr="001501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СВЕТ  РЕГИЈА</w:t>
            </w:r>
          </w:p>
          <w:p w:rsid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прва  група—Европа</w:t>
            </w:r>
          </w:p>
          <w:p w:rsid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-друга  група—Азија</w:t>
            </w:r>
          </w:p>
          <w:p w:rsid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-трећа  група—Африка</w:t>
            </w:r>
          </w:p>
          <w:p w:rsid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-четврта  група—С.Америка,  Ј.Америка,  Аустралија и  Океанија</w:t>
            </w:r>
          </w:p>
          <w:p w:rsidR="00150112" w:rsidRPr="00150112" w:rsidRDefault="00150112" w:rsidP="001501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50112"/>
    <w:rsid w:val="00177289"/>
    <w:rsid w:val="001C6C13"/>
    <w:rsid w:val="001D57CA"/>
    <w:rsid w:val="00215F21"/>
    <w:rsid w:val="002217C3"/>
    <w:rsid w:val="002365E8"/>
    <w:rsid w:val="003321C2"/>
    <w:rsid w:val="00391413"/>
    <w:rsid w:val="003A7B13"/>
    <w:rsid w:val="003C170C"/>
    <w:rsid w:val="003F1D6D"/>
    <w:rsid w:val="00441D0B"/>
    <w:rsid w:val="0045123D"/>
    <w:rsid w:val="00455A17"/>
    <w:rsid w:val="00466279"/>
    <w:rsid w:val="00491F36"/>
    <w:rsid w:val="004C7CD5"/>
    <w:rsid w:val="00530636"/>
    <w:rsid w:val="00545C96"/>
    <w:rsid w:val="0058052C"/>
    <w:rsid w:val="005F784B"/>
    <w:rsid w:val="00605D58"/>
    <w:rsid w:val="00606767"/>
    <w:rsid w:val="00657717"/>
    <w:rsid w:val="00664F16"/>
    <w:rsid w:val="00670648"/>
    <w:rsid w:val="006F2937"/>
    <w:rsid w:val="007906D8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07373"/>
    <w:rsid w:val="00B20847"/>
    <w:rsid w:val="00B37DAE"/>
    <w:rsid w:val="00B7682B"/>
    <w:rsid w:val="00B80B22"/>
    <w:rsid w:val="00B85A26"/>
    <w:rsid w:val="00BA107D"/>
    <w:rsid w:val="00BF20E4"/>
    <w:rsid w:val="00C379D6"/>
    <w:rsid w:val="00C70D9C"/>
    <w:rsid w:val="00C81044"/>
    <w:rsid w:val="00C904DB"/>
    <w:rsid w:val="00CC0911"/>
    <w:rsid w:val="00CE4017"/>
    <w:rsid w:val="00D012A5"/>
    <w:rsid w:val="00D0461E"/>
    <w:rsid w:val="00D6605E"/>
    <w:rsid w:val="00DB15CC"/>
    <w:rsid w:val="00DE65D7"/>
    <w:rsid w:val="00E4334D"/>
    <w:rsid w:val="00E520EE"/>
    <w:rsid w:val="00EC77F2"/>
    <w:rsid w:val="00F05659"/>
    <w:rsid w:val="00F137B9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4901E-CBBF-4AD3-B71B-DA3D4119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5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6</cp:revision>
  <cp:lastPrinted>2020-06-23T12:52:00Z</cp:lastPrinted>
  <dcterms:created xsi:type="dcterms:W3CDTF">2020-06-29T22:12:00Z</dcterms:created>
  <dcterms:modified xsi:type="dcterms:W3CDTF">2020-07-07T16:54:00Z</dcterms:modified>
</cp:coreProperties>
</file>